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2D57ED5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85A9E">
        <w:rPr>
          <w:rFonts w:ascii="Corbel" w:hAnsi="Corbel"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A2BEF0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B4487">
        <w:rPr>
          <w:rFonts w:ascii="Corbel" w:hAnsi="Corbel"/>
          <w:sz w:val="20"/>
          <w:szCs w:val="20"/>
        </w:rPr>
        <w:t>2020/2021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185A9E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E995BA9" w:rsidR="0085747A" w:rsidRPr="009C54AE" w:rsidRDefault="00185A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Technika</w:t>
            </w:r>
          </w:p>
        </w:tc>
      </w:tr>
      <w:tr w:rsidR="0085747A" w:rsidRPr="009C54AE" w14:paraId="1D95E649" w14:textId="77777777" w:rsidTr="00185A9E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185A9E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1136DB5B" w:rsidR="0085747A" w:rsidRPr="009C54AE" w:rsidRDefault="007827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4711C99" w14:textId="77777777" w:rsidTr="00185A9E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3AC574ED" w:rsidR="0085747A" w:rsidRPr="009C54AE" w:rsidRDefault="007827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185A9E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339D09F0" w:rsidR="0085747A" w:rsidRPr="009C54AE" w:rsidRDefault="00214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185A9E" w:rsidRPr="009C54AE" w14:paraId="175D6E01" w14:textId="77777777" w:rsidTr="00185A9E">
        <w:tc>
          <w:tcPr>
            <w:tcW w:w="2694" w:type="dxa"/>
            <w:vAlign w:val="center"/>
          </w:tcPr>
          <w:p w14:paraId="70DF1B4E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3EFE85D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185A9E" w:rsidRPr="009C54AE" w14:paraId="6E67EAE7" w14:textId="77777777" w:rsidTr="00185A9E">
        <w:tc>
          <w:tcPr>
            <w:tcW w:w="2694" w:type="dxa"/>
            <w:vAlign w:val="center"/>
          </w:tcPr>
          <w:p w14:paraId="7651DF7F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208DDCE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85A9E" w:rsidRPr="009C54AE" w14:paraId="75ABF26F" w14:textId="77777777" w:rsidTr="00185A9E">
        <w:tc>
          <w:tcPr>
            <w:tcW w:w="2694" w:type="dxa"/>
            <w:vAlign w:val="center"/>
          </w:tcPr>
          <w:p w14:paraId="23AB9D0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07B0078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85A9E" w:rsidRPr="009C54AE" w14:paraId="15CBCD27" w14:textId="77777777" w:rsidTr="00185A9E">
        <w:tc>
          <w:tcPr>
            <w:tcW w:w="2694" w:type="dxa"/>
            <w:vAlign w:val="center"/>
          </w:tcPr>
          <w:p w14:paraId="60808FAC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D1FA83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185A9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185A9E" w:rsidRPr="009C54AE" w14:paraId="4DBB036D" w14:textId="77777777" w:rsidTr="00185A9E">
        <w:tc>
          <w:tcPr>
            <w:tcW w:w="2694" w:type="dxa"/>
            <w:vAlign w:val="center"/>
          </w:tcPr>
          <w:p w14:paraId="468A04A5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3BF37A" w14:textId="667E31B3" w:rsidR="00185A9E" w:rsidRPr="00185A9E" w:rsidRDefault="000411BB" w:rsidP="00185A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B. </w:t>
            </w:r>
            <w:r w:rsidR="00185A9E" w:rsidRPr="00185A9E">
              <w:rPr>
                <w:rFonts w:ascii="Corbel" w:hAnsi="Corbel"/>
                <w:sz w:val="24"/>
                <w:szCs w:val="24"/>
              </w:rPr>
              <w:t xml:space="preserve">Przygotowanie merytoryczne nauczycieli przedszkoli i klas I - III szkoły podstawowej, jako przygotowanie do integracji treści </w:t>
            </w:r>
          </w:p>
          <w:p w14:paraId="37E0FF9D" w14:textId="1AF86112" w:rsidR="00185A9E" w:rsidRPr="009C54AE" w:rsidRDefault="00185A9E" w:rsidP="00185A9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185A9E">
              <w:rPr>
                <w:rFonts w:ascii="Corbel" w:hAnsi="Corbel"/>
                <w:b w:val="0"/>
                <w:sz w:val="24"/>
                <w:szCs w:val="24"/>
              </w:rPr>
              <w:t>nauczania</w:t>
            </w:r>
          </w:p>
        </w:tc>
      </w:tr>
      <w:tr w:rsidR="00185A9E" w:rsidRPr="009C54AE" w14:paraId="13B16DC3" w14:textId="77777777" w:rsidTr="00185A9E">
        <w:tc>
          <w:tcPr>
            <w:tcW w:w="2694" w:type="dxa"/>
            <w:vAlign w:val="center"/>
          </w:tcPr>
          <w:p w14:paraId="1A7F3AD3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9DCF7C" w:rsidR="00185A9E" w:rsidRPr="009C54AE" w:rsidRDefault="0021487C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85A9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185A9E" w:rsidRPr="009C54AE" w14:paraId="571FE831" w14:textId="77777777" w:rsidTr="00185A9E">
        <w:tc>
          <w:tcPr>
            <w:tcW w:w="2694" w:type="dxa"/>
            <w:vAlign w:val="center"/>
          </w:tcPr>
          <w:p w14:paraId="18CC8C5D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461A654" w:rsidR="00185A9E" w:rsidRPr="009C54AE" w:rsidRDefault="00185A9E" w:rsidP="007827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hab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827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7827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7827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185A9E" w:rsidRPr="009C54AE" w14:paraId="367BD83D" w14:textId="77777777" w:rsidTr="00185A9E">
        <w:tc>
          <w:tcPr>
            <w:tcW w:w="2694" w:type="dxa"/>
            <w:vAlign w:val="center"/>
          </w:tcPr>
          <w:p w14:paraId="7E1B9150" w14:textId="77777777" w:rsidR="00185A9E" w:rsidRPr="009C54AE" w:rsidRDefault="00185A9E" w:rsidP="00185A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2B5CF54C" w:rsidR="00185A9E" w:rsidRPr="009C54AE" w:rsidRDefault="00185A9E" w:rsidP="00185A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85A9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85A9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35F93418" w:rsidR="00015B8F" w:rsidRPr="009C54AE" w:rsidRDefault="0021487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93C2B77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E18C02D" w:rsidR="00015B8F" w:rsidRPr="009C54AE" w:rsidRDefault="00A475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3105C464" w:rsidR="00015B8F" w:rsidRPr="009C54AE" w:rsidRDefault="00F84E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3427F543" w:rsidR="0085747A" w:rsidRPr="009C54AE" w:rsidRDefault="00185A9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660F0F">
        <w:rPr>
          <w:rFonts w:ascii="Corbel" w:hAnsi="Corbel"/>
          <w:smallCaps w:val="0"/>
          <w:szCs w:val="24"/>
        </w:rPr>
        <w:t>For</w:t>
      </w:r>
      <w:r w:rsidR="00445970" w:rsidRPr="00660F0F">
        <w:rPr>
          <w:rFonts w:ascii="Corbel" w:hAnsi="Corbel"/>
          <w:smallCaps w:val="0"/>
          <w:szCs w:val="24"/>
        </w:rPr>
        <w:t xml:space="preserve">ma zaliczenia przedmiotu </w:t>
      </w:r>
      <w:r w:rsidRPr="00660F0F">
        <w:rPr>
          <w:rFonts w:ascii="Corbel" w:hAnsi="Corbel"/>
          <w:smallCaps w:val="0"/>
          <w:szCs w:val="24"/>
        </w:rPr>
        <w:t xml:space="preserve"> (z toku) </w:t>
      </w:r>
      <w:r w:rsidRPr="00660F0F">
        <w:rPr>
          <w:rFonts w:ascii="Corbel" w:hAnsi="Corbel"/>
          <w:b w:val="0"/>
          <w:smallCaps w:val="0"/>
          <w:szCs w:val="24"/>
        </w:rPr>
        <w:t xml:space="preserve">(egzamin, </w:t>
      </w:r>
      <w:r w:rsidRPr="00660F0F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660F0F">
        <w:rPr>
          <w:rFonts w:ascii="Corbel" w:hAnsi="Corbel"/>
          <w:b w:val="0"/>
          <w:smallCaps w:val="0"/>
          <w:szCs w:val="24"/>
        </w:rPr>
        <w:t>, zaliczenie bez oceny)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56456B2A" w:rsidR="0085747A" w:rsidRPr="009C54AE" w:rsidRDefault="004378D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matematyczno-przyrodnicza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18B3068" w:rsidR="0085747A" w:rsidRPr="009C54AE" w:rsidRDefault="004378D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Opanowanie </w:t>
            </w:r>
            <w:r w:rsidR="00C27BA0">
              <w:rPr>
                <w:rFonts w:ascii="Corbel" w:hAnsi="Corbel"/>
                <w:b w:val="0"/>
                <w:sz w:val="24"/>
                <w:szCs w:val="24"/>
              </w:rPr>
              <w:t xml:space="preserve">podstawowych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wiadomości przez studentów z zakresie: projektowania, konstruowania, organizacji i zarządzania produkcją, 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 xml:space="preserve">definiowania i klasyfikowania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teriałów konstrukcyjnych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, opisu podstawowych technologii wytwarzania i przetwarz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nia materiałów inżynierskich, metod kształtowania właściwości materiałów i metod badań ich właściwości, podstawowych mechanizmów zużycia materiałów, procesów eksploatacji maszyn i urządzeń, elementów diagnostyki technicznej, podstaw niez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wodności i likwidacji niekorzystnych skutków działalności technicznej człowieka.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321E0E6C" w:rsidR="0085747A" w:rsidRPr="009C54AE" w:rsidRDefault="00AF5B0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3E706998" w:rsidR="0085747A" w:rsidRPr="009C54AE" w:rsidRDefault="00AF5B0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umiejętności związanych 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podstawami</w:t>
            </w:r>
            <w:r>
              <w:rPr>
                <w:rFonts w:ascii="Corbel" w:hAnsi="Corbel"/>
                <w:b w:val="0"/>
                <w:sz w:val="24"/>
                <w:szCs w:val="24"/>
              </w:rPr>
              <w:t>: projektowani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techniczn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ego (adaptacyjnego, interpolacyjnego, i koncepcyjnego), konstruowania technicznego (z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pisywaniem i odczytywaniem dokumentacji konstrukcyjnej),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 wykonywania modeli w oparciu o dokumentację konstrukcyjną,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 modeli organizacji produkcji, wyznaczania p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2F22A6">
              <w:rPr>
                <w:rFonts w:ascii="Corbel" w:hAnsi="Corbel"/>
                <w:b w:val="0"/>
                <w:sz w:val="24"/>
                <w:szCs w:val="24"/>
              </w:rPr>
              <w:t xml:space="preserve">rametrów mechanicznych materiałów konstrukcyjnych, </w:t>
            </w:r>
            <w:r w:rsidR="00196EE3">
              <w:rPr>
                <w:rFonts w:ascii="Corbel" w:hAnsi="Corbel"/>
                <w:b w:val="0"/>
                <w:sz w:val="24"/>
                <w:szCs w:val="24"/>
              </w:rPr>
              <w:t xml:space="preserve">umiejętnościami powiązania budowy maszyn i urządzeń z ich eksploatacją i likwidacją.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6CCE9376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AF5B0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4B31F265" w:rsidR="0085747A" w:rsidRPr="009C54AE" w:rsidRDefault="00196EE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świadomości pozatechnicznych konsekwencji zastosowania technologii pr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cesów.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71799CCC" w14:textId="77777777" w:rsidTr="00D60578">
        <w:tc>
          <w:tcPr>
            <w:tcW w:w="1678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60578" w14:paraId="5DA6F6F8" w14:textId="77777777" w:rsidTr="00D60578">
        <w:tc>
          <w:tcPr>
            <w:tcW w:w="1678" w:type="dxa"/>
          </w:tcPr>
          <w:p w14:paraId="61813C10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14:paraId="35EA18B1" w14:textId="3A941C45" w:rsidR="00E97DB1" w:rsidRPr="00D60578" w:rsidRDefault="00E97D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Definiuje i wyjaśnia pojęcia opisujące współczesną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kę związane z założeniami i treściami kształcenia ogóln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technicznego</w:t>
            </w:r>
            <w:r w:rsidR="00733AF8"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 w Polsce i na świecie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, aktywnością szkolną i pozaszkolną dziecka determinowaną wytworami techniki i uwarunkowaniami osobowymi i środowiskowymi.</w:t>
            </w:r>
          </w:p>
        </w:tc>
        <w:tc>
          <w:tcPr>
            <w:tcW w:w="1865" w:type="dxa"/>
          </w:tcPr>
          <w:p w14:paraId="7875227F" w14:textId="77777777" w:rsidR="00DD0D29" w:rsidRDefault="00DD0D29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65D439" w14:textId="77777777" w:rsidR="00F84EDA" w:rsidRPr="00D60578" w:rsidRDefault="00F84EDA" w:rsidP="00F84EDA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PPiW.W10</w:t>
            </w:r>
          </w:p>
          <w:p w14:paraId="70C200D6" w14:textId="3ECD2F0E" w:rsidR="0085747A" w:rsidRPr="00D60578" w:rsidRDefault="0085747A" w:rsidP="00F84E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D60578" w14:paraId="664FC6A1" w14:textId="77777777" w:rsidTr="00D60578">
        <w:tc>
          <w:tcPr>
            <w:tcW w:w="1678" w:type="dxa"/>
          </w:tcPr>
          <w:p w14:paraId="695D7137" w14:textId="77777777" w:rsidR="0085747A" w:rsidRPr="00D605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14:paraId="40CD451D" w14:textId="39FA4BE6" w:rsidR="009B0443" w:rsidRPr="00D60578" w:rsidRDefault="009B0443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Hlk23164278"/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Projektuje i dobiera zadania  rozwijające podstawową wiedzę i umiejętności związane z projektowaniem, ko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struowaniem, wytwarzaniem, produkcją i eksploatacją urządzeń technicznych adekwatnie do treści kształcenia.</w:t>
            </w:r>
            <w:bookmarkEnd w:id="1"/>
          </w:p>
        </w:tc>
        <w:tc>
          <w:tcPr>
            <w:tcW w:w="1865" w:type="dxa"/>
          </w:tcPr>
          <w:p w14:paraId="40B96D94" w14:textId="77777777" w:rsidR="00DD0D29" w:rsidRDefault="00DD0D29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BF5002C" w14:textId="71C5C986" w:rsidR="009B0443" w:rsidRPr="00D60578" w:rsidRDefault="00F84EDA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PPiW.U04</w:t>
            </w:r>
          </w:p>
          <w:p w14:paraId="0EE0A3BA" w14:textId="4DC1B978" w:rsidR="009B0443" w:rsidRPr="00D60578" w:rsidRDefault="009B0443" w:rsidP="00660F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PPiW.U06</w:t>
            </w:r>
          </w:p>
          <w:p w14:paraId="1DE14639" w14:textId="77777777" w:rsidR="0085747A" w:rsidRPr="00D60578" w:rsidRDefault="0085747A" w:rsidP="00660F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60578" w:rsidRPr="00D60578" w14:paraId="5ECFC366" w14:textId="77777777" w:rsidTr="00D60578">
        <w:tc>
          <w:tcPr>
            <w:tcW w:w="1678" w:type="dxa"/>
          </w:tcPr>
          <w:p w14:paraId="1D840B19" w14:textId="0A9E45B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14:paraId="6DAA742E" w14:textId="75067955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Poprzez działania popularyzujące wiedzę techniczną wśród dzieci lub uczniów rozwija kreatywność, krytyczne myślenie oraz umiejętność indywidualnego i zespołowego rozwiązywania problemów technicznych.</w:t>
            </w:r>
          </w:p>
        </w:tc>
        <w:tc>
          <w:tcPr>
            <w:tcW w:w="1865" w:type="dxa"/>
          </w:tcPr>
          <w:p w14:paraId="24ADA1F5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2169B9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PPiW.U07</w:t>
            </w:r>
          </w:p>
          <w:p w14:paraId="3F37E818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D60578" w:rsidRPr="00D60578" w14:paraId="74070F9B" w14:textId="77777777" w:rsidTr="00D60578">
        <w:tc>
          <w:tcPr>
            <w:tcW w:w="1678" w:type="dxa"/>
          </w:tcPr>
          <w:p w14:paraId="53867442" w14:textId="779EDC2D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14:paraId="6826FCCA" w14:textId="087CFEDC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Demonstruje, animuje i monitoruje rozwiązywania pra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tycznych problemów związanych z działalnością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ną człowieka od projektu do likwidacji wytworów techniki</w:t>
            </w:r>
            <w:r w:rsidRPr="00D60578">
              <w:t>.</w:t>
            </w:r>
          </w:p>
        </w:tc>
        <w:tc>
          <w:tcPr>
            <w:tcW w:w="1865" w:type="dxa"/>
          </w:tcPr>
          <w:p w14:paraId="342AE9A7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E5AB27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PPiW.U08</w:t>
            </w:r>
          </w:p>
          <w:p w14:paraId="3ABCB20A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26013AE0" w14:textId="77777777" w:rsidTr="00D60578">
        <w:tc>
          <w:tcPr>
            <w:tcW w:w="1678" w:type="dxa"/>
          </w:tcPr>
          <w:p w14:paraId="61DC1D42" w14:textId="09AEBD9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14:paraId="545B5EDE" w14:textId="11B93342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Projektując i realizując zadania techniczne identyfikuje zachowania dzieci  lub uczniów w celu zapewnia be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piecznych warunków pracy w otoczeniu technicznym.</w:t>
            </w:r>
          </w:p>
        </w:tc>
        <w:tc>
          <w:tcPr>
            <w:tcW w:w="1865" w:type="dxa"/>
          </w:tcPr>
          <w:p w14:paraId="6D52879A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8F01E9B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53481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D60578" w14:paraId="149F3944" w14:textId="77777777" w:rsidTr="00D60578">
        <w:tc>
          <w:tcPr>
            <w:tcW w:w="1678" w:type="dxa"/>
          </w:tcPr>
          <w:p w14:paraId="3DE0B43D" w14:textId="03B9E9F3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14:paraId="706F5004" w14:textId="4968C9FB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Tworzy sytuacje wychowawczo-dydaktyczne w celu 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 xml:space="preserve">demonstrowania przez dzieci lub uczniów umiejętności 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związanych z rozwiązywaniem teoretycznych i praktyc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nych problemów technicznych.</w:t>
            </w:r>
          </w:p>
        </w:tc>
        <w:tc>
          <w:tcPr>
            <w:tcW w:w="1865" w:type="dxa"/>
          </w:tcPr>
          <w:p w14:paraId="12291A4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CE85DF2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PPiW.U10</w:t>
            </w:r>
          </w:p>
          <w:p w14:paraId="795D8AB5" w14:textId="77777777" w:rsidR="00D60578" w:rsidRPr="00D60578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60578" w:rsidRPr="009C54AE" w14:paraId="5FD59694" w14:textId="77777777" w:rsidTr="00D60578">
        <w:tc>
          <w:tcPr>
            <w:tcW w:w="1678" w:type="dxa"/>
          </w:tcPr>
          <w:p w14:paraId="3D6D741E" w14:textId="150D1F16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977" w:type="dxa"/>
          </w:tcPr>
          <w:p w14:paraId="2B0C770B" w14:textId="678B27A0" w:rsidR="00D60578" w:rsidRPr="00D60578" w:rsidRDefault="00D60578" w:rsidP="00DD0D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0578">
              <w:rPr>
                <w:rFonts w:ascii="Corbel" w:hAnsi="Corbel"/>
                <w:b w:val="0"/>
                <w:smallCaps w:val="0"/>
                <w:szCs w:val="24"/>
              </w:rPr>
              <w:t>Formuje zachowania promujące zasady bezpiecznego posługiwania się nowoczesnymi urządzeniami technic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nymi i wspiera zainteresowania dzieci lub uczniów techn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60578">
              <w:rPr>
                <w:rFonts w:ascii="Corbel" w:hAnsi="Corbel"/>
                <w:b w:val="0"/>
                <w:smallCaps w:val="0"/>
                <w:szCs w:val="24"/>
              </w:rPr>
              <w:t>ka.</w:t>
            </w:r>
          </w:p>
        </w:tc>
        <w:tc>
          <w:tcPr>
            <w:tcW w:w="1865" w:type="dxa"/>
          </w:tcPr>
          <w:p w14:paraId="4DE1EF08" w14:textId="77777777" w:rsidR="00DD0D29" w:rsidRDefault="00DD0D29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83FBA2A" w14:textId="13B37B3A" w:rsidR="00D60578" w:rsidRPr="00F84EDA" w:rsidRDefault="00D60578" w:rsidP="00DD0D2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D60578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3C7DFA6" w14:textId="77777777" w:rsidR="0021487C" w:rsidRPr="009C54AE" w:rsidRDefault="0021487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B7E6C23" w14:textId="38D5F940" w:rsidR="00675843" w:rsidRPr="0021487C" w:rsidRDefault="0085747A" w:rsidP="0021487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6AAB923C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ogólnotechniczne w Polsce i na świecie. Miejsce kształcenia ogólnotec</w:t>
            </w:r>
            <w:r>
              <w:rPr>
                <w:rFonts w:ascii="Corbel" w:hAnsi="Corbel"/>
                <w:sz w:val="24"/>
                <w:szCs w:val="24"/>
              </w:rPr>
              <w:t>h</w:t>
            </w:r>
            <w:r>
              <w:rPr>
                <w:rFonts w:ascii="Corbel" w:hAnsi="Corbel"/>
                <w:sz w:val="24"/>
                <w:szCs w:val="24"/>
              </w:rPr>
              <w:t>nicznego w kanonie kształcenia ogólnego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4C0CB055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projektowania technicznego: akomodacyjnego interpolacyjnego i koncepcyjnego.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4C3B8D7E" w:rsidR="0085747A" w:rsidRPr="009C54AE" w:rsidRDefault="00001D06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 i główne cechy procesu konstrukcyjnego: </w:t>
            </w:r>
            <w:r w:rsidR="0076453A">
              <w:rPr>
                <w:rFonts w:ascii="Corbel" w:hAnsi="Corbel"/>
                <w:sz w:val="24"/>
                <w:szCs w:val="24"/>
              </w:rPr>
              <w:t xml:space="preserve">podstawy rysunku technicznego, </w:t>
            </w:r>
            <w:r>
              <w:rPr>
                <w:rFonts w:ascii="Corbel" w:hAnsi="Corbel"/>
                <w:sz w:val="24"/>
                <w:szCs w:val="24"/>
              </w:rPr>
              <w:t>dobór materiału, określenie wielkości i kształtu.</w:t>
            </w:r>
          </w:p>
        </w:tc>
      </w:tr>
      <w:tr w:rsidR="00001D06" w:rsidRPr="009C54AE" w14:paraId="524D786F" w14:textId="77777777" w:rsidTr="00923D7D">
        <w:tc>
          <w:tcPr>
            <w:tcW w:w="9639" w:type="dxa"/>
          </w:tcPr>
          <w:p w14:paraId="4A239665" w14:textId="0EAC686F" w:rsidR="00001D06" w:rsidRDefault="0076453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Cykl organizacyjny pracy – struktura, rodzaje oraz fazy. Cykl produkcyjny wyrobu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stego i złożonego.</w:t>
            </w:r>
          </w:p>
        </w:tc>
      </w:tr>
      <w:tr w:rsidR="0076453A" w:rsidRPr="009C54AE" w14:paraId="57CAA8D8" w14:textId="77777777" w:rsidTr="00923D7D">
        <w:tc>
          <w:tcPr>
            <w:tcW w:w="9639" w:type="dxa"/>
          </w:tcPr>
          <w:p w14:paraId="392EE9C3" w14:textId="71CA30C8" w:rsidR="0076453A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materiałów – podstawowe właściwości.</w:t>
            </w:r>
          </w:p>
        </w:tc>
      </w:tr>
      <w:tr w:rsidR="006123FC" w:rsidRPr="009C54AE" w14:paraId="0B131B90" w14:textId="77777777" w:rsidTr="00923D7D">
        <w:tc>
          <w:tcPr>
            <w:tcW w:w="9639" w:type="dxa"/>
          </w:tcPr>
          <w:p w14:paraId="7D679D86" w14:textId="535685BE" w:rsidR="006123FC" w:rsidRDefault="006123FC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Użytkowanie maszyn i urządzeń</w:t>
            </w:r>
            <w:r w:rsidR="00A640BC">
              <w:rPr>
                <w:rFonts w:ascii="Corbel" w:hAnsi="Corbel"/>
                <w:sz w:val="24"/>
                <w:szCs w:val="24"/>
              </w:rPr>
              <w:t>, elementy. Elementy diagnostyki technicznej.</w:t>
            </w:r>
          </w:p>
        </w:tc>
      </w:tr>
      <w:tr w:rsidR="006100BA" w:rsidRPr="009C54AE" w14:paraId="6A7769EE" w14:textId="77777777" w:rsidTr="00923D7D">
        <w:tc>
          <w:tcPr>
            <w:tcW w:w="9639" w:type="dxa"/>
          </w:tcPr>
          <w:p w14:paraId="04B337FC" w14:textId="1889BCD0" w:rsidR="006100BA" w:rsidRDefault="006100BA" w:rsidP="00001D0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Techniczne działania proekologiczne. Likwidacja niekorzystnych skutków działalności technicznej człowieka.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0B7E1C5" w14:textId="56A08864" w:rsidR="0085747A" w:rsidRPr="0021487C" w:rsidRDefault="0085747A" w:rsidP="0021487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6100BA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3C06" w:rsidRPr="009C54AE" w14:paraId="54951051" w14:textId="77777777" w:rsidTr="006100BA">
        <w:tc>
          <w:tcPr>
            <w:tcW w:w="9520" w:type="dxa"/>
          </w:tcPr>
          <w:p w14:paraId="412F747F" w14:textId="59BD23DA" w:rsidR="008D3C06" w:rsidRDefault="008D3C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tematyki zajęć, omówienie zasad przygotowania projektów.</w:t>
            </w:r>
          </w:p>
        </w:tc>
      </w:tr>
      <w:tr w:rsidR="0085747A" w:rsidRPr="009C54AE" w14:paraId="42761B51" w14:textId="77777777" w:rsidTr="006100BA">
        <w:tc>
          <w:tcPr>
            <w:tcW w:w="9520" w:type="dxa"/>
          </w:tcPr>
          <w:p w14:paraId="06CEB157" w14:textId="480AE764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przykładów zadań z zakresu projektowania akomodacyjnego interpol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cyjnego i koncepcyjnego.</w:t>
            </w:r>
          </w:p>
        </w:tc>
      </w:tr>
      <w:tr w:rsidR="0085747A" w:rsidRPr="009C54AE" w14:paraId="2BE21B37" w14:textId="77777777" w:rsidTr="006100BA">
        <w:tc>
          <w:tcPr>
            <w:tcW w:w="9520" w:type="dxa"/>
          </w:tcPr>
          <w:p w14:paraId="4802BB8E" w14:textId="6828E242" w:rsidR="0085747A" w:rsidRPr="009C54AE" w:rsidRDefault="00001D06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dokumentacji konstrukcyjnej </w:t>
            </w:r>
            <w:r w:rsidR="0076453A">
              <w:rPr>
                <w:rFonts w:ascii="Corbel" w:hAnsi="Corbel"/>
                <w:sz w:val="24"/>
                <w:szCs w:val="24"/>
              </w:rPr>
              <w:t>do zastosowania na lekcjach techniki, np.: w postaci instrukcji montażu, rysunków technicznych, kart pracy, przewodników m</w:t>
            </w:r>
            <w:r w:rsidR="0076453A">
              <w:rPr>
                <w:rFonts w:ascii="Corbel" w:hAnsi="Corbel"/>
                <w:sz w:val="24"/>
                <w:szCs w:val="24"/>
              </w:rPr>
              <w:t>e</w:t>
            </w:r>
            <w:r w:rsidR="0076453A">
              <w:rPr>
                <w:rFonts w:ascii="Corbel" w:hAnsi="Corbel"/>
                <w:sz w:val="24"/>
                <w:szCs w:val="24"/>
              </w:rPr>
              <w:t>todycznych, wykonanie modeli w oparciu o instrukcję montażu, dokumentację ko</w:t>
            </w:r>
            <w:r w:rsidR="0076453A">
              <w:rPr>
                <w:rFonts w:ascii="Corbel" w:hAnsi="Corbel"/>
                <w:sz w:val="24"/>
                <w:szCs w:val="24"/>
              </w:rPr>
              <w:t>n</w:t>
            </w:r>
            <w:r w:rsidR="0076453A">
              <w:rPr>
                <w:rFonts w:ascii="Corbel" w:hAnsi="Corbel"/>
                <w:sz w:val="24"/>
                <w:szCs w:val="24"/>
              </w:rPr>
              <w:t>strukcyjną itp.</w:t>
            </w:r>
          </w:p>
        </w:tc>
      </w:tr>
      <w:tr w:rsidR="0076453A" w:rsidRPr="009C54AE" w14:paraId="077FECAF" w14:textId="77777777" w:rsidTr="006100BA">
        <w:tc>
          <w:tcPr>
            <w:tcW w:w="9520" w:type="dxa"/>
          </w:tcPr>
          <w:p w14:paraId="35A14925" w14:textId="75414B34" w:rsidR="0076453A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i czas ich trwania – wprowadzenie, czas trwania, tworzenie punktów kontro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nych, listy zadań i realizacji między nimi – wykres Gantta</w:t>
            </w:r>
          </w:p>
        </w:tc>
      </w:tr>
      <w:tr w:rsidR="006123FC" w:rsidRPr="009C54AE" w14:paraId="43250FFB" w14:textId="77777777" w:rsidTr="006100BA">
        <w:tc>
          <w:tcPr>
            <w:tcW w:w="9520" w:type="dxa"/>
          </w:tcPr>
          <w:p w14:paraId="40F2F16F" w14:textId="50EB170D" w:rsidR="006123FC" w:rsidRDefault="006123F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Dobór materiałów do zastosowań technicznych z uwzględnieniem ich właściwości. Ochrona materiałów przed uszkodzeniem i zniszczeniem.</w:t>
            </w:r>
          </w:p>
        </w:tc>
      </w:tr>
      <w:tr w:rsidR="006123FC" w:rsidRPr="009C54AE" w14:paraId="109A388D" w14:textId="77777777" w:rsidTr="006100BA">
        <w:tc>
          <w:tcPr>
            <w:tcW w:w="9520" w:type="dxa"/>
          </w:tcPr>
          <w:p w14:paraId="646BA4B2" w14:textId="1A2A70AA" w:rsidR="006123FC" w:rsidRDefault="00A640BC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Bezpieczne użytkowanie maszyn i urządzeń, instrukcje eksploatacji i diagnostyki.</w:t>
            </w:r>
          </w:p>
        </w:tc>
      </w:tr>
      <w:tr w:rsidR="00A640BC" w:rsidRPr="009C54AE" w14:paraId="02B570FF" w14:textId="77777777" w:rsidTr="006100BA">
        <w:tc>
          <w:tcPr>
            <w:tcW w:w="9520" w:type="dxa"/>
          </w:tcPr>
          <w:p w14:paraId="1583F75D" w14:textId="6FEAD8A1" w:rsidR="00A640BC" w:rsidRDefault="006100BA" w:rsidP="00001D0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Segregowanie odpadów produkcyjnych, likwidacja zużytych wyrobów technicznych.</w:t>
            </w:r>
          </w:p>
        </w:tc>
      </w:tr>
    </w:tbl>
    <w:p w14:paraId="1C3AE4A6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A2DE6C" w14:textId="77777777" w:rsidR="00A152E6" w:rsidRPr="009C54AE" w:rsidRDefault="00A152E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66513D20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74209625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699D2F80" w14:textId="679D3639" w:rsidR="00E960BB" w:rsidRPr="0021487C" w:rsidRDefault="00153C41" w:rsidP="0021487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BB4522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FFC276C" w14:textId="77777777" w:rsidTr="00BB4522">
        <w:tc>
          <w:tcPr>
            <w:tcW w:w="1962" w:type="dxa"/>
          </w:tcPr>
          <w:p w14:paraId="1562D6D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0BACBE45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16458B1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5747A" w:rsidRPr="009C54AE" w14:paraId="106C9F54" w14:textId="77777777" w:rsidTr="00BB4522">
        <w:tc>
          <w:tcPr>
            <w:tcW w:w="1962" w:type="dxa"/>
          </w:tcPr>
          <w:p w14:paraId="178148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D0C272B" w:rsidR="0085747A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11AB68C7" w:rsidR="0085747A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CE105A8" w14:textId="77777777" w:rsidTr="00BB4522">
        <w:tc>
          <w:tcPr>
            <w:tcW w:w="1962" w:type="dxa"/>
          </w:tcPr>
          <w:p w14:paraId="3E5CB4C0" w14:textId="75511340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058F0371" w14:textId="56478F1C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A83C9C9" w14:textId="77DF5209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21624695" w14:textId="77777777" w:rsidTr="00BB4522">
        <w:tc>
          <w:tcPr>
            <w:tcW w:w="1962" w:type="dxa"/>
          </w:tcPr>
          <w:p w14:paraId="7F1A2474" w14:textId="71EA7432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28F566C2" w14:textId="124A13FE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973FA9D" w14:textId="4D5B28DE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51CF006D" w14:textId="77777777" w:rsidTr="00BB4522">
        <w:tc>
          <w:tcPr>
            <w:tcW w:w="1962" w:type="dxa"/>
          </w:tcPr>
          <w:p w14:paraId="7F35399D" w14:textId="142F4B95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</w:tcPr>
          <w:p w14:paraId="37F04AC6" w14:textId="3EEDC38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187168D2" w14:textId="3D3BA165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407CD07D" w14:textId="77777777" w:rsidTr="00BB4522">
        <w:tc>
          <w:tcPr>
            <w:tcW w:w="1962" w:type="dxa"/>
          </w:tcPr>
          <w:p w14:paraId="490B5B13" w14:textId="1394806F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53B1BCA5" w14:textId="4273CE9D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649EF07D" w14:textId="33AB63E1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8D3C06" w:rsidRPr="009C54AE" w14:paraId="003A6E33" w14:textId="77777777" w:rsidTr="00BB4522">
        <w:tc>
          <w:tcPr>
            <w:tcW w:w="1962" w:type="dxa"/>
          </w:tcPr>
          <w:p w14:paraId="23CC494D" w14:textId="5849B701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F24C538" w14:textId="6A066CA8" w:rsidR="008D3C06" w:rsidRPr="009C54AE" w:rsidRDefault="008D3C0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70AEE2A9" w14:textId="12458DCD" w:rsidR="008D3C06" w:rsidRPr="009C54AE" w:rsidRDefault="008D3C06" w:rsidP="000411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942C489" w14:textId="643BC15B" w:rsidR="0085747A" w:rsidRPr="009C54AE" w:rsidRDefault="008526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Opracowanie projektów zadań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 xml:space="preserve"> technicznych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 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każdego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temat</w:t>
            </w:r>
            <w:r w:rsidR="002E2B4C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ćwiczeń.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7C7226C3" w:rsidR="0085747A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0B9DB5A2" w:rsidR="00C61DC5" w:rsidRPr="009C54AE" w:rsidRDefault="003F05D2" w:rsidP="003F05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E7072C0" w14:textId="626EB97B" w:rsidR="00C61DC5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2135B748" w:rsidR="00C61DC5" w:rsidRPr="009C54AE" w:rsidRDefault="003F05D2" w:rsidP="003F05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0AAED17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8563DC8" w14:textId="77777777" w:rsidR="00660F0F" w:rsidRDefault="00660F0F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C7C935A" w:rsidR="00C61DC5" w:rsidRPr="009C54AE" w:rsidRDefault="00A4753D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1FD5A6DA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F86F742" w:rsidR="0085747A" w:rsidRPr="009C54AE" w:rsidRDefault="00BB4522" w:rsidP="00BB4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53475B84" w:rsidR="0085747A" w:rsidRPr="009C54AE" w:rsidRDefault="005A3E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1B9C63E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C7906D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4 szkoły podstawowej, Fosze Rzeszów 2002</w:t>
            </w:r>
          </w:p>
          <w:p w14:paraId="58FC8342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5 szkoły podstawowej, Fosze Rzeszów 2005</w:t>
            </w:r>
          </w:p>
          <w:p w14:paraId="475CD0EB" w14:textId="6A4456C3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Furmanek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Przewodnik metodyczny dla nauczycieli techn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ki-informatyki: klasa 6 szkoły podstawowej, Fosze Rzeszów 2006</w:t>
            </w:r>
          </w:p>
          <w:p w14:paraId="482F3321" w14:textId="66A83F09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Metoda projektów - na przykładzie zajęć mechaniczno-motoryzacyjnych W :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Książka nauczyciela z płytą DVD : materiały met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dyczne do wykorzystania na zajęciach technicznych w klasach I-III gi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CA462E">
              <w:rPr>
                <w:rFonts w:ascii="Corbel" w:hAnsi="Corbel"/>
                <w:b w:val="0"/>
                <w:smallCaps w:val="0"/>
                <w:szCs w:val="24"/>
              </w:rPr>
              <w:t>nazjum </w:t>
            </w:r>
          </w:p>
          <w:p w14:paraId="56070F37" w14:textId="6D654481" w:rsidR="006C6D77" w:rsidRPr="009C54AE" w:rsidRDefault="00BB4522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</w:t>
            </w:r>
            <w:r w:rsid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Modelowanie podręczników techniki-informatyki. Wyd. UR, Rzeszów 2006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21EB395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B630C9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Nowa Era, Warszawa 2011</w:t>
            </w:r>
          </w:p>
          <w:p w14:paraId="647A4F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2013</w:t>
            </w:r>
          </w:p>
          <w:p w14:paraId="4338BE15" w14:textId="77777777" w:rsidR="00CA462E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Scenariusze zajęć technicznych: 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Nowe Raz dwa trzy t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raz my! : klasa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Pr="00CA462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: edukacja wczesnoszkolna : książka nauczyciela.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 Era, Warszawa 2014</w:t>
            </w:r>
          </w:p>
          <w:p w14:paraId="04847B7C" w14:textId="72E10338" w:rsidR="00CA462E" w:rsidRPr="006C6D77" w:rsidRDefault="00CA462E" w:rsidP="00CA462E">
            <w:pPr>
              <w:pStyle w:val="Punktygwne"/>
              <w:spacing w:before="0" w:after="0"/>
              <w:ind w:left="209" w:hanging="20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Lib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W, Metoda projektów </w:t>
            </w:r>
            <w:r w:rsidRPr="006C6D7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Książka nauczyciela z płytą DVD : materiały metodyczne do wykorzystania na zajęciach technicznych w klasach I-III gimnazjum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Nowa Era, Warszawa 2009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A25C4" w14:textId="77777777" w:rsidR="00FD368F" w:rsidRDefault="00FD368F" w:rsidP="00C16ABF">
      <w:pPr>
        <w:spacing w:after="0" w:line="240" w:lineRule="auto"/>
      </w:pPr>
      <w:r>
        <w:separator/>
      </w:r>
    </w:p>
  </w:endnote>
  <w:endnote w:type="continuationSeparator" w:id="0">
    <w:p w14:paraId="64B3D2E7" w14:textId="77777777" w:rsidR="00FD368F" w:rsidRDefault="00FD36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FA3835" w14:textId="77777777" w:rsidR="00FD368F" w:rsidRDefault="00FD368F" w:rsidP="00C16ABF">
      <w:pPr>
        <w:spacing w:after="0" w:line="240" w:lineRule="auto"/>
      </w:pPr>
      <w:r>
        <w:separator/>
      </w:r>
    </w:p>
  </w:footnote>
  <w:footnote w:type="continuationSeparator" w:id="0">
    <w:p w14:paraId="34B2D1AC" w14:textId="77777777" w:rsidR="00FD368F" w:rsidRDefault="00FD368F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1790"/>
    <w:multiLevelType w:val="hybridMultilevel"/>
    <w:tmpl w:val="3B7A41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E971C7"/>
    <w:multiLevelType w:val="hybridMultilevel"/>
    <w:tmpl w:val="DB909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D06"/>
    <w:rsid w:val="000048FD"/>
    <w:rsid w:val="000077B4"/>
    <w:rsid w:val="00015B8F"/>
    <w:rsid w:val="00022ECE"/>
    <w:rsid w:val="000411BB"/>
    <w:rsid w:val="00042A51"/>
    <w:rsid w:val="00042D2E"/>
    <w:rsid w:val="00044C82"/>
    <w:rsid w:val="000559D5"/>
    <w:rsid w:val="00070ED6"/>
    <w:rsid w:val="000742DC"/>
    <w:rsid w:val="00084C12"/>
    <w:rsid w:val="00085241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F9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A9E"/>
    <w:rsid w:val="001871DA"/>
    <w:rsid w:val="00192F37"/>
    <w:rsid w:val="00196EE3"/>
    <w:rsid w:val="001A70D2"/>
    <w:rsid w:val="001D657B"/>
    <w:rsid w:val="001D7B54"/>
    <w:rsid w:val="001E0209"/>
    <w:rsid w:val="001F2CA2"/>
    <w:rsid w:val="002144C0"/>
    <w:rsid w:val="0021487C"/>
    <w:rsid w:val="0021778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B4C"/>
    <w:rsid w:val="002F02A3"/>
    <w:rsid w:val="002F22A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487"/>
    <w:rsid w:val="003C0BAE"/>
    <w:rsid w:val="003D18A9"/>
    <w:rsid w:val="003D6CE2"/>
    <w:rsid w:val="003E1941"/>
    <w:rsid w:val="003E2FE6"/>
    <w:rsid w:val="003E49D5"/>
    <w:rsid w:val="003F05D2"/>
    <w:rsid w:val="003F38C0"/>
    <w:rsid w:val="00414E3C"/>
    <w:rsid w:val="0042244A"/>
    <w:rsid w:val="0042745A"/>
    <w:rsid w:val="00431D5C"/>
    <w:rsid w:val="004362C6"/>
    <w:rsid w:val="004378D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E50"/>
    <w:rsid w:val="004968E2"/>
    <w:rsid w:val="004A3EEA"/>
    <w:rsid w:val="004A4D1F"/>
    <w:rsid w:val="004B2803"/>
    <w:rsid w:val="004D5282"/>
    <w:rsid w:val="004F1551"/>
    <w:rsid w:val="004F55A3"/>
    <w:rsid w:val="0050496F"/>
    <w:rsid w:val="005071B9"/>
    <w:rsid w:val="00510385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3E0A"/>
    <w:rsid w:val="005C080F"/>
    <w:rsid w:val="005C55E5"/>
    <w:rsid w:val="005C696A"/>
    <w:rsid w:val="005E6E85"/>
    <w:rsid w:val="005F31D2"/>
    <w:rsid w:val="006100BA"/>
    <w:rsid w:val="0061029B"/>
    <w:rsid w:val="006123FC"/>
    <w:rsid w:val="00617230"/>
    <w:rsid w:val="00621CE1"/>
    <w:rsid w:val="00627FC9"/>
    <w:rsid w:val="00646C69"/>
    <w:rsid w:val="00647FA8"/>
    <w:rsid w:val="00650C5F"/>
    <w:rsid w:val="00654934"/>
    <w:rsid w:val="00660F0F"/>
    <w:rsid w:val="006620D9"/>
    <w:rsid w:val="00671958"/>
    <w:rsid w:val="00675843"/>
    <w:rsid w:val="00696477"/>
    <w:rsid w:val="006C6D77"/>
    <w:rsid w:val="006D050F"/>
    <w:rsid w:val="006D370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3AF8"/>
    <w:rsid w:val="00734608"/>
    <w:rsid w:val="00745302"/>
    <w:rsid w:val="007461D6"/>
    <w:rsid w:val="00746EC8"/>
    <w:rsid w:val="00763BF1"/>
    <w:rsid w:val="0076453A"/>
    <w:rsid w:val="00766FD4"/>
    <w:rsid w:val="0078168C"/>
    <w:rsid w:val="00782751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4155"/>
    <w:rsid w:val="0081554D"/>
    <w:rsid w:val="0081707E"/>
    <w:rsid w:val="008449B3"/>
    <w:rsid w:val="00852697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C06"/>
    <w:rsid w:val="008D3DFB"/>
    <w:rsid w:val="008E64F4"/>
    <w:rsid w:val="008F12C9"/>
    <w:rsid w:val="008F6E29"/>
    <w:rsid w:val="00905C8B"/>
    <w:rsid w:val="00916188"/>
    <w:rsid w:val="00923D7D"/>
    <w:rsid w:val="0093559F"/>
    <w:rsid w:val="009463BA"/>
    <w:rsid w:val="009508DF"/>
    <w:rsid w:val="00950DAC"/>
    <w:rsid w:val="00954A07"/>
    <w:rsid w:val="00997F14"/>
    <w:rsid w:val="009A78D9"/>
    <w:rsid w:val="009B0443"/>
    <w:rsid w:val="009C1331"/>
    <w:rsid w:val="009C3E31"/>
    <w:rsid w:val="009C54AE"/>
    <w:rsid w:val="009C788E"/>
    <w:rsid w:val="009E3B41"/>
    <w:rsid w:val="009F3C5C"/>
    <w:rsid w:val="009F4610"/>
    <w:rsid w:val="00A00ECC"/>
    <w:rsid w:val="00A02DAA"/>
    <w:rsid w:val="00A152E6"/>
    <w:rsid w:val="00A155EE"/>
    <w:rsid w:val="00A2245B"/>
    <w:rsid w:val="00A30110"/>
    <w:rsid w:val="00A36899"/>
    <w:rsid w:val="00A371F6"/>
    <w:rsid w:val="00A43BF6"/>
    <w:rsid w:val="00A4753D"/>
    <w:rsid w:val="00A53FA5"/>
    <w:rsid w:val="00A54817"/>
    <w:rsid w:val="00A601C8"/>
    <w:rsid w:val="00A60799"/>
    <w:rsid w:val="00A640B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B09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522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BA0"/>
    <w:rsid w:val="00C324C1"/>
    <w:rsid w:val="00C36992"/>
    <w:rsid w:val="00C56036"/>
    <w:rsid w:val="00C61DC5"/>
    <w:rsid w:val="00C64E37"/>
    <w:rsid w:val="00C67E92"/>
    <w:rsid w:val="00C70A26"/>
    <w:rsid w:val="00C766DF"/>
    <w:rsid w:val="00C857DF"/>
    <w:rsid w:val="00C94B98"/>
    <w:rsid w:val="00CA1A77"/>
    <w:rsid w:val="00CA2B96"/>
    <w:rsid w:val="00CA462E"/>
    <w:rsid w:val="00CA5089"/>
    <w:rsid w:val="00CB42CB"/>
    <w:rsid w:val="00CB4558"/>
    <w:rsid w:val="00CC081E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578"/>
    <w:rsid w:val="00D608D1"/>
    <w:rsid w:val="00D66379"/>
    <w:rsid w:val="00D74119"/>
    <w:rsid w:val="00D8075B"/>
    <w:rsid w:val="00D8678B"/>
    <w:rsid w:val="00DA2114"/>
    <w:rsid w:val="00DD0D29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96E33"/>
    <w:rsid w:val="00E97DB1"/>
    <w:rsid w:val="00EA01E5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EDA"/>
    <w:rsid w:val="00FA46E5"/>
    <w:rsid w:val="00FB7DBA"/>
    <w:rsid w:val="00FC1C25"/>
    <w:rsid w:val="00FC3F45"/>
    <w:rsid w:val="00FD368F"/>
    <w:rsid w:val="00FD503F"/>
    <w:rsid w:val="00FD7589"/>
    <w:rsid w:val="00FE7E9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basedOn w:val="Domylnaczcionkaakapitu"/>
    <w:rsid w:val="00CA46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E6FEE-2554-47B7-930C-6DDBAA370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1274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2019-10-28T16:32:00Z</dcterms:created>
  <dcterms:modified xsi:type="dcterms:W3CDTF">2021-01-21T10:56:00Z</dcterms:modified>
</cp:coreProperties>
</file>